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B3E1B" w14:textId="77777777" w:rsidR="007479E1" w:rsidRDefault="007479E1" w:rsidP="007479E1">
      <w:pPr>
        <w:pStyle w:val="Nadpis4"/>
        <w:jc w:val="center"/>
        <w:rPr>
          <w:noProof/>
        </w:rPr>
      </w:pPr>
      <w:bookmarkStart w:id="0" w:name="_GoBack"/>
      <w:bookmarkEnd w:id="0"/>
      <w:r w:rsidRPr="007479E1">
        <w:rPr>
          <w:noProof/>
          <w:sz w:val="28"/>
        </w:rPr>
        <w:t>Osvědčení Správy železnic o řádném poskytnutí a dokončení stavebních prací</w:t>
      </w:r>
    </w:p>
    <w:p w14:paraId="2D7A9C21" w14:textId="77777777" w:rsidR="007479E1" w:rsidRDefault="007479E1" w:rsidP="00F0533E">
      <w:pPr>
        <w:rPr>
          <w:noProof/>
        </w:rPr>
      </w:pPr>
    </w:p>
    <w:p w14:paraId="53C45D74" w14:textId="005A9053" w:rsidR="007479E1" w:rsidRPr="00404764" w:rsidRDefault="007479E1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t xml:space="preserve">č. j.: </w:t>
      </w:r>
      <w:r w:rsidR="0097493C" w:rsidRPr="0097493C">
        <w:rPr>
          <w:noProof/>
          <w:sz w:val="20"/>
          <w:szCs w:val="20"/>
        </w:rPr>
        <w:t>[●]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216EEB5F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F41FF36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Název zakázky:</w:t>
            </w:r>
          </w:p>
        </w:tc>
        <w:tc>
          <w:tcPr>
            <w:tcW w:w="4264" w:type="dxa"/>
          </w:tcPr>
          <w:p w14:paraId="11E88CD1" w14:textId="77777777" w:rsidR="007479E1" w:rsidRPr="00404764" w:rsidRDefault="007479E1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6FFAC59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7484CE4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Číslo smlouvy Správy železnic (CES):</w:t>
            </w:r>
          </w:p>
        </w:tc>
        <w:tc>
          <w:tcPr>
            <w:tcW w:w="4264" w:type="dxa"/>
          </w:tcPr>
          <w:p w14:paraId="6BBA9533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55ED99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27AA8F1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Objednatel:</w:t>
            </w:r>
          </w:p>
        </w:tc>
        <w:tc>
          <w:tcPr>
            <w:tcW w:w="4264" w:type="dxa"/>
          </w:tcPr>
          <w:p w14:paraId="36AFE7DD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16DDDFC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2CF1BB9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Datum zahájení prací:</w:t>
            </w:r>
          </w:p>
        </w:tc>
        <w:tc>
          <w:tcPr>
            <w:tcW w:w="4264" w:type="dxa"/>
          </w:tcPr>
          <w:p w14:paraId="0E67712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20E46F3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EE9D214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prací </w:t>
            </w:r>
            <w:r w:rsidRPr="00404764">
              <w:rPr>
                <w:noProof/>
                <w:szCs w:val="20"/>
              </w:rPr>
              <w:t>(stavebních nebo technologických):</w:t>
            </w:r>
          </w:p>
        </w:tc>
        <w:tc>
          <w:tcPr>
            <w:tcW w:w="4264" w:type="dxa"/>
          </w:tcPr>
          <w:p w14:paraId="4B2D38A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7201F0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68C2C95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Uvedení poslední části stavby do zkušebního provozu:</w:t>
            </w:r>
          </w:p>
        </w:tc>
        <w:tc>
          <w:tcPr>
            <w:tcW w:w="4264" w:type="dxa"/>
          </w:tcPr>
          <w:p w14:paraId="7A973D8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2E2575E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6528E21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díla </w:t>
            </w:r>
            <w:r w:rsidRPr="00404764">
              <w:rPr>
                <w:noProof/>
                <w:szCs w:val="20"/>
              </w:rPr>
              <w:t>(vč. dokumentace):</w:t>
            </w:r>
          </w:p>
        </w:tc>
        <w:tc>
          <w:tcPr>
            <w:tcW w:w="4264" w:type="dxa"/>
          </w:tcPr>
          <w:p w14:paraId="6823723C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1ABB69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03E7662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Konečná cena díla celkem v</w:t>
            </w:r>
            <w:r w:rsidR="002D0272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2D0272" w:rsidRPr="00404764">
              <w:rPr>
                <w:b/>
                <w:noProof/>
                <w:szCs w:val="20"/>
              </w:rPr>
              <w:t xml:space="preserve"> bez DPH</w:t>
            </w:r>
            <w:r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750612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38872C9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4D02C07A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4A837C7" w14:textId="77777777" w:rsidR="007479E1" w:rsidRPr="00404764" w:rsidRDefault="00AC4146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díla</w:t>
            </w:r>
            <w:r w:rsidR="00153E7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4708DF4" w14:textId="3FB21AB5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[název dle SOD, sídlo, IČO]</w:t>
            </w:r>
          </w:p>
        </w:tc>
      </w:tr>
      <w:tr w:rsidR="007479E1" w:rsidRPr="00404764" w14:paraId="4947D6E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D9EE54E" w14:textId="77777777" w:rsidR="007479E1" w:rsidRPr="00404764" w:rsidRDefault="00153E75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4264" w:type="dxa"/>
          </w:tcPr>
          <w:p w14:paraId="53CFCB22" w14:textId="715423C9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5B0C37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25D5C08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40CC6AB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592E6B08" w14:textId="457182D3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4CCF4BC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56F3D59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4484BB9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348DA6AA" w14:textId="195085F4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393F92E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</w:tbl>
    <w:p w14:paraId="6356506E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897"/>
        <w:gridCol w:w="2835"/>
        <w:gridCol w:w="2890"/>
      </w:tblGrid>
      <w:tr w:rsidR="00AC4146" w:rsidRPr="00404764" w14:paraId="1AF00D61" w14:textId="77777777" w:rsidTr="00835C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  <w:shd w:val="clear" w:color="auto" w:fill="FFBFBF" w:themeFill="accent6" w:themeFillTint="33"/>
          </w:tcPr>
          <w:p w14:paraId="015883DA" w14:textId="77777777" w:rsidR="00AC4146" w:rsidRPr="00404764" w:rsidRDefault="00AC4146" w:rsidP="007D7EE3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Identifikace poddodavatele</w:t>
            </w:r>
          </w:p>
        </w:tc>
        <w:tc>
          <w:tcPr>
            <w:tcW w:w="2835" w:type="dxa"/>
            <w:shd w:val="clear" w:color="auto" w:fill="FFBFBF" w:themeFill="accent6" w:themeFillTint="33"/>
          </w:tcPr>
          <w:p w14:paraId="3BC6E749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Věcný rozsah poddodávky</w:t>
            </w:r>
          </w:p>
        </w:tc>
        <w:tc>
          <w:tcPr>
            <w:tcW w:w="2890" w:type="dxa"/>
            <w:shd w:val="clear" w:color="auto" w:fill="FFBFBF" w:themeFill="accent6" w:themeFillTint="33"/>
          </w:tcPr>
          <w:p w14:paraId="58A3B1FD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poddodávky</w:t>
            </w:r>
          </w:p>
        </w:tc>
      </w:tr>
      <w:tr w:rsidR="00AC4146" w:rsidRPr="00404764" w14:paraId="130B7E9E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158ED68C" w14:textId="328F6E38" w:rsidR="004C037A" w:rsidRPr="00404764" w:rsidRDefault="00374EB1" w:rsidP="007479E1">
            <w:pPr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[obchodní firma, sídlo a IČO]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(obchodní firma, sídlo a IČO)</w:t>
            </w:r>
          </w:p>
        </w:tc>
        <w:tc>
          <w:tcPr>
            <w:tcW w:w="2835" w:type="dxa"/>
          </w:tcPr>
          <w:p w14:paraId="02C95FD9" w14:textId="14652282" w:rsidR="004C037A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[označení dle čísel a názvů jednotlivých SO a PS, připadně jiným způsobem, nelze-li označit dle SO a PS např. popis vykonaných činností nebo dodávek]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(označení dle čísel a názvů jednotlivých SO a PS, připadně jiným způsobem, nelze-li označit dle SO a PS např. popis vykonaných činností nebo dodávek)</w:t>
            </w:r>
          </w:p>
        </w:tc>
        <w:tc>
          <w:tcPr>
            <w:tcW w:w="2890" w:type="dxa"/>
          </w:tcPr>
          <w:p w14:paraId="6BFAE40C" w14:textId="76B4BB79" w:rsidR="007D7EE3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[v % ze smluvní ceny díla a v konkrétní částka v Kč bez DPH]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(v % ze smluvní ceny díla a v konkrétní částka v Kč bez DPH)</w:t>
            </w:r>
          </w:p>
        </w:tc>
      </w:tr>
      <w:tr w:rsidR="00AC4146" w:rsidRPr="00404764" w14:paraId="175F7E04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3B0532B7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51775C9D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6B28CD79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C4146" w:rsidRPr="00404764" w14:paraId="72A0D809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45721806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45107D57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24A5404F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12593FEB" w14:textId="77777777" w:rsidR="00AC4146" w:rsidRPr="00404764" w:rsidRDefault="00AC4146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C324AC" w:rsidRPr="00404764" w14:paraId="339385BE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4CC090D" w14:textId="77777777" w:rsidR="00AC4146" w:rsidRPr="00404764" w:rsidRDefault="00AC4146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Rozsah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2842BDC" w14:textId="6A8B1632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[dle předmětu díla/ předmětu plnění VZ]</w:t>
            </w:r>
          </w:p>
        </w:tc>
      </w:tr>
      <w:tr w:rsidR="007479E1" w:rsidRPr="00404764" w14:paraId="0FDD62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D7E964D" w14:textId="77777777" w:rsidR="001D4402" w:rsidRPr="00404764" w:rsidRDefault="00AC4146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Charakter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3C58DE5E" w14:textId="77777777" w:rsidR="007479E1" w:rsidRPr="00404764" w:rsidRDefault="007479E1" w:rsidP="004C037A">
            <w:pPr>
              <w:rPr>
                <w:b/>
                <w:noProof/>
                <w:szCs w:val="20"/>
              </w:rPr>
            </w:pPr>
          </w:p>
        </w:tc>
        <w:tc>
          <w:tcPr>
            <w:tcW w:w="4264" w:type="dxa"/>
          </w:tcPr>
          <w:p w14:paraId="3857802F" w14:textId="1200394C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[oprava/údržba/modernizace/rekonstrukce/novostavba]</w:t>
            </w:r>
          </w:p>
        </w:tc>
      </w:tr>
      <w:tr w:rsidR="007479E1" w:rsidRPr="00404764" w14:paraId="4A79BCD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0DBB56" w14:textId="77777777" w:rsidR="007479E1" w:rsidRPr="00404764" w:rsidRDefault="001D4402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Délka traťového úseku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18D8A68A" w14:textId="1A5FC93A" w:rsidR="007479E1" w:rsidRPr="00404764" w:rsidRDefault="00374EB1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[v km, uvést jen případě, že je to relevantní vzhledem k předmětu VZ]</w:t>
            </w:r>
          </w:p>
        </w:tc>
      </w:tr>
      <w:tr w:rsidR="007479E1" w:rsidRPr="00404764" w14:paraId="3116FD8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4F8E74" w14:textId="77777777" w:rsidR="007479E1" w:rsidRPr="00404764" w:rsidRDefault="00835CCE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trati:</w:t>
            </w:r>
          </w:p>
        </w:tc>
        <w:tc>
          <w:tcPr>
            <w:tcW w:w="4264" w:type="dxa"/>
          </w:tcPr>
          <w:p w14:paraId="7618D101" w14:textId="7F27D4F6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[jednokolejné/vícekolejné, uvést jen případě, že je to relevantní vzhledem k předmětu VZ]</w:t>
            </w:r>
          </w:p>
        </w:tc>
      </w:tr>
      <w:tr w:rsidR="007479E1" w:rsidRPr="00404764" w14:paraId="640F33B5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A095971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3B93ABD" w14:textId="3C2D2CB3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[elektrifikované/neelektrifikované, uvést jen případě, že je to relevantní vzhledem k předmětu VZ]</w:t>
            </w:r>
          </w:p>
        </w:tc>
      </w:tr>
      <w:tr w:rsidR="007479E1" w:rsidRPr="00404764" w14:paraId="5BE056E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63F98CC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40D58F1E" w14:textId="7664F8B5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[širé (mezistaniční úsek/ve stanici, uvést jen případě, že je to relevantní vzhledem k předmětu VZ]</w:t>
            </w:r>
          </w:p>
        </w:tc>
      </w:tr>
      <w:tr w:rsidR="007479E1" w:rsidRPr="00404764" w14:paraId="10EC0C82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1647273" w14:textId="77777777" w:rsidR="007479E1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1D4402" w:rsidRPr="00404764">
              <w:rPr>
                <w:b/>
                <w:noProof/>
                <w:szCs w:val="20"/>
              </w:rPr>
              <w:t>aly práce na železničním svršku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594A59EC" w14:textId="77777777" w:rsidR="008E2634" w:rsidRDefault="008E2634" w:rsidP="001D4402">
            <w:pPr>
              <w:rPr>
                <w:b/>
                <w:noProof/>
                <w:szCs w:val="20"/>
              </w:rPr>
            </w:pPr>
          </w:p>
          <w:p w14:paraId="74C67E0C" w14:textId="77777777" w:rsidR="008E2634" w:rsidRDefault="008E2634" w:rsidP="001D4402">
            <w:pPr>
              <w:rPr>
                <w:b/>
                <w:noProof/>
                <w:szCs w:val="20"/>
              </w:rPr>
            </w:pPr>
          </w:p>
          <w:p w14:paraId="4872B010" w14:textId="5A56288B" w:rsidR="008E2634" w:rsidRPr="00404764" w:rsidRDefault="008E2634" w:rsidP="001D4402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03032BED" w14:textId="77777777" w:rsidR="007479E1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úseku, v případě železniční stanice počet výhybek]</w:t>
            </w:r>
          </w:p>
          <w:p w14:paraId="72D92EF9" w14:textId="56FE79E1" w:rsidR="002D4A27" w:rsidRPr="00404764" w:rsidRDefault="002D4A27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7E7B81" w:rsidRPr="00404764" w14:paraId="4CC271A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B638571" w14:textId="77777777" w:rsidR="007E7B81" w:rsidRDefault="007E7B81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Stavební práce </w:t>
            </w:r>
            <w:r w:rsidR="008E3DB5" w:rsidRPr="00404764">
              <w:rPr>
                <w:b/>
                <w:noProof/>
                <w:szCs w:val="20"/>
              </w:rPr>
              <w:t xml:space="preserve">zahrnovaly práce </w:t>
            </w:r>
            <w:r w:rsidRPr="00404764">
              <w:rPr>
                <w:b/>
                <w:noProof/>
                <w:szCs w:val="20"/>
              </w:rPr>
              <w:t>na výhybkách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  <w:p w14:paraId="642E2975" w14:textId="768778D0" w:rsidR="00A758CB" w:rsidRPr="00404764" w:rsidRDefault="00A758CB" w:rsidP="001D4402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2B79D586" w14:textId="77777777" w:rsidR="007E7B81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počet výhybek]</w:t>
            </w:r>
          </w:p>
          <w:p w14:paraId="59F951C2" w14:textId="2B2566C2" w:rsidR="005E0D8E" w:rsidRPr="00404764" w:rsidRDefault="005E0D8E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</w:t>
            </w:r>
            <w:r w:rsidR="004265C0">
              <w:rPr>
                <w:bCs/>
              </w:rPr>
              <w:t xml:space="preserve"> a počet výhybek</w:t>
            </w:r>
            <w:r>
              <w:rPr>
                <w:bCs/>
              </w:rPr>
              <w:t xml:space="preserve"> viz pozn. č. 4</w:t>
            </w:r>
            <w:r w:rsidR="00486807">
              <w:rPr>
                <w:bCs/>
              </w:rPr>
              <w:t>]</w:t>
            </w:r>
          </w:p>
        </w:tc>
      </w:tr>
      <w:tr w:rsidR="007479E1" w:rsidRPr="00404764" w14:paraId="68CF3E9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8716B51" w14:textId="77777777" w:rsidR="007479E1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835CCE" w:rsidRPr="00404764">
              <w:rPr>
                <w:b/>
                <w:noProof/>
                <w:szCs w:val="20"/>
              </w:rPr>
              <w:t>aly práce na železničním spodku:</w:t>
            </w:r>
          </w:p>
          <w:p w14:paraId="4AA8890E" w14:textId="21788CD2" w:rsidR="00A758CB" w:rsidRPr="00404764" w:rsidRDefault="00A758CB" w:rsidP="001D4402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43961B71" w14:textId="77777777" w:rsidR="007479E1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délku]</w:t>
            </w:r>
          </w:p>
          <w:p w14:paraId="3E9EAFE8" w14:textId="0C32827D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7479E1" w:rsidRPr="00404764" w14:paraId="02CECDC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CABCEC1" w14:textId="77777777" w:rsidR="007479E1" w:rsidRDefault="00040DA0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</w:t>
            </w:r>
            <w:r w:rsidR="00835CCE" w:rsidRPr="00404764">
              <w:rPr>
                <w:b/>
                <w:noProof/>
                <w:szCs w:val="20"/>
              </w:rPr>
              <w:t xml:space="preserve"> na </w:t>
            </w:r>
            <w:r w:rsidR="007E7B81" w:rsidRPr="00404764">
              <w:rPr>
                <w:b/>
                <w:noProof/>
                <w:szCs w:val="20"/>
              </w:rPr>
              <w:t>masivních mostních objektech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7109AFC4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28AE1E3D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71A1ACA7" w14:textId="1917C373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1B408DFC" w14:textId="77777777" w:rsidR="007479E1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  <w:p w14:paraId="62697588" w14:textId="004CCB57" w:rsidR="00FD3923" w:rsidRPr="00404764" w:rsidRDefault="00FD3923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7E7B81" w:rsidRPr="00404764" w14:paraId="6CE7649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AB6FEAA" w14:textId="77777777" w:rsidR="007E7B81" w:rsidRDefault="007E7B81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mostních objektech s ocelovou nosnou konstrukcí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  <w:p w14:paraId="680FC1D8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3FB4859F" w14:textId="67E12F3F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458EC2A0" w14:textId="77777777" w:rsidR="007E7B81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  <w:p w14:paraId="0B76F025" w14:textId="0FCBEAC2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8E3DB5" w:rsidRPr="00404764" w14:paraId="27FB1036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AC6D223" w14:textId="77777777" w:rsidR="008E3DB5" w:rsidRDefault="008E3DB5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tunelech:</w:t>
            </w:r>
          </w:p>
          <w:p w14:paraId="1037EF16" w14:textId="60FC7227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3411E267" w14:textId="77777777" w:rsidR="008E3DB5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délku tunelu]</w:t>
            </w:r>
          </w:p>
          <w:p w14:paraId="4CDBD159" w14:textId="073A7645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7B3B74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D04DD65" w14:textId="77777777" w:rsidR="00921E6B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zabezpečovacím zařízení:</w:t>
            </w:r>
          </w:p>
          <w:p w14:paraId="004967C4" w14:textId="49A86F01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5EB1631A" w14:textId="77777777" w:rsidR="00921E6B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úseku]</w:t>
            </w:r>
          </w:p>
          <w:p w14:paraId="1B1E7A03" w14:textId="4D6099DA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59A0EC5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F00738D" w14:textId="77777777" w:rsidR="00921E6B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sdělovacím zařízení:</w:t>
            </w:r>
          </w:p>
          <w:p w14:paraId="2D52C77F" w14:textId="7B0DA9F7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lastRenderedPageBreak/>
              <w:t>Společníci podílející se na realizaci:</w:t>
            </w:r>
          </w:p>
        </w:tc>
        <w:tc>
          <w:tcPr>
            <w:tcW w:w="4264" w:type="dxa"/>
          </w:tcPr>
          <w:p w14:paraId="292172FD" w14:textId="77777777" w:rsidR="00921E6B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lastRenderedPageBreak/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  <w:p w14:paraId="5BBC15E5" w14:textId="39D2EA2E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lastRenderedPageBreak/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2484EDA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AD389BF" w14:textId="77777777" w:rsidR="00921E6B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Stavební práce zahrnovaly práce na energetickém a elektrotechnickém zařízení:</w:t>
            </w:r>
          </w:p>
          <w:p w14:paraId="20A5BAFC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078EDBE2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50F838BB" w14:textId="15A72F65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15D6BCD2" w14:textId="77777777" w:rsidR="00921E6B" w:rsidRDefault="00D928D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[ANO/NE, v případě ANO uvést hodnotu v Kč bez DPH, délku traťového úseku a zda se jednalo o silnoproudé zařízení, trakční vedení, případně jiné zařízení - specifikaci]</w:t>
            </w:r>
          </w:p>
          <w:p w14:paraId="5DA52B8F" w14:textId="0A5DDB2E" w:rsidR="00FD3923" w:rsidRPr="00404764" w:rsidRDefault="00FD3923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4DDBA8D9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5CD4174" w14:textId="77777777" w:rsidR="00921E6B" w:rsidRDefault="00921E6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budovách:</w:t>
            </w:r>
          </w:p>
          <w:p w14:paraId="27103CAD" w14:textId="77777777" w:rsidR="00A758CB" w:rsidRDefault="00A758CB">
            <w:pPr>
              <w:rPr>
                <w:b/>
                <w:noProof/>
                <w:szCs w:val="20"/>
              </w:rPr>
            </w:pPr>
          </w:p>
          <w:p w14:paraId="359D0CDA" w14:textId="77777777" w:rsidR="00A758CB" w:rsidRDefault="00A758CB">
            <w:pPr>
              <w:rPr>
                <w:b/>
                <w:noProof/>
                <w:szCs w:val="20"/>
              </w:rPr>
            </w:pPr>
          </w:p>
          <w:p w14:paraId="63E02AFE" w14:textId="0D963B60" w:rsidR="00A758CB" w:rsidRPr="00404764" w:rsidRDefault="00A758CB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656E480F" w14:textId="77777777" w:rsidR="00921E6B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typ objektu - budova osobního nádraží, technologická budova, stavba s památkovou ochranou apod.]</w:t>
            </w:r>
          </w:p>
          <w:p w14:paraId="29DE3D1F" w14:textId="2B361454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FF2CFB" w:rsidRPr="00404764" w14:paraId="2E270E8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9B9CD66" w14:textId="77777777" w:rsidR="00FF2CFB" w:rsidRDefault="00FF2CFB" w:rsidP="00FF2CF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a údržbu na skalních masivech:</w:t>
            </w:r>
          </w:p>
          <w:p w14:paraId="54399BE0" w14:textId="4494D9CB" w:rsidR="00F447C7" w:rsidRPr="00404764" w:rsidRDefault="00F447C7" w:rsidP="00FF2CFB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47D62FDD" w14:textId="77777777" w:rsidR="00FF2CFB" w:rsidRDefault="00D928DB" w:rsidP="00FF2C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  <w:p w14:paraId="411DC54E" w14:textId="3BDDB304" w:rsidR="00FD3923" w:rsidRPr="00404764" w:rsidRDefault="00FD3923" w:rsidP="00FF2C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</w:tbl>
    <w:p w14:paraId="4A091CC7" w14:textId="32F65849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AE7A9E" w:rsidRPr="00404764" w14:paraId="5F0E9284" w14:textId="77777777" w:rsidTr="009204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B8E05ED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SOD obsahovala vyhrazené plnění realizované vlastní kapacitou:</w:t>
            </w:r>
          </w:p>
        </w:tc>
        <w:tc>
          <w:tcPr>
            <w:tcW w:w="4264" w:type="dxa"/>
          </w:tcPr>
          <w:p w14:paraId="3286238C" w14:textId="3EB7297F" w:rsidR="00AE7A9E" w:rsidRPr="00404764" w:rsidRDefault="00D928DB" w:rsidP="00D928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níže uvedené podrobnosti]</w:t>
            </w:r>
          </w:p>
        </w:tc>
      </w:tr>
      <w:tr w:rsidR="00AE7A9E" w:rsidRPr="00404764" w14:paraId="4343508C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D17B7EE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Popis vyhrazeného plnění dle SOD:</w:t>
            </w:r>
          </w:p>
        </w:tc>
        <w:tc>
          <w:tcPr>
            <w:tcW w:w="4264" w:type="dxa"/>
          </w:tcPr>
          <w:p w14:paraId="21F80778" w14:textId="1D5D7B5D" w:rsidR="00AE7A9E" w:rsidRPr="00404764" w:rsidRDefault="00D928DB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[označení dle čísel a názvů jednotlivých PS a SO]</w:t>
            </w:r>
          </w:p>
        </w:tc>
      </w:tr>
      <w:tr w:rsidR="00AE7A9E" w:rsidRPr="00404764" w14:paraId="3E1F6AC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75EF6B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vyhrazeného plnění:</w:t>
            </w:r>
          </w:p>
        </w:tc>
        <w:tc>
          <w:tcPr>
            <w:tcW w:w="4264" w:type="dxa"/>
          </w:tcPr>
          <w:p w14:paraId="2F6E8635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E7A9E" w:rsidRPr="00404764" w14:paraId="1C3D825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505817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vyhrazeného plnění v Kč bez DPH:</w:t>
            </w:r>
          </w:p>
        </w:tc>
        <w:tc>
          <w:tcPr>
            <w:tcW w:w="4264" w:type="dxa"/>
          </w:tcPr>
          <w:p w14:paraId="63505799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43143738" w14:textId="0AC96781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p w14:paraId="6B947DE7" w14:textId="77777777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040DA0" w:rsidRPr="00404764" w14:paraId="1DCBF0E0" w14:textId="77777777" w:rsidTr="00D928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5AA1E89D" w14:textId="77777777" w:rsidR="00040DA0" w:rsidRPr="00404764" w:rsidRDefault="00040DA0" w:rsidP="007479E1">
            <w:pPr>
              <w:rPr>
                <w:noProof/>
                <w:szCs w:val="20"/>
              </w:rPr>
            </w:pPr>
          </w:p>
        </w:tc>
        <w:tc>
          <w:tcPr>
            <w:tcW w:w="2901" w:type="dxa"/>
            <w:shd w:val="clear" w:color="auto" w:fill="FFBFBF" w:themeFill="accent6" w:themeFillTint="33"/>
          </w:tcPr>
          <w:p w14:paraId="1065C593" w14:textId="77777777" w:rsidR="00040DA0" w:rsidRPr="00404764" w:rsidRDefault="00040DA0" w:rsidP="007479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Obchodní firma</w:t>
            </w:r>
          </w:p>
        </w:tc>
        <w:tc>
          <w:tcPr>
            <w:tcW w:w="2901" w:type="dxa"/>
            <w:shd w:val="clear" w:color="auto" w:fill="FFBFBF" w:themeFill="accent6" w:themeFillTint="33"/>
          </w:tcPr>
          <w:p w14:paraId="2B595984" w14:textId="77777777" w:rsidR="00040DA0" w:rsidRPr="00404764" w:rsidRDefault="00040DA0" w:rsidP="00835C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prováděných prací v Kč bez DPH</w:t>
            </w:r>
          </w:p>
        </w:tc>
      </w:tr>
      <w:tr w:rsidR="00040DA0" w:rsidRPr="00404764" w14:paraId="3F620147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3E485A3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2901" w:type="dxa"/>
          </w:tcPr>
          <w:p w14:paraId="60E783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2CBBE58C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745811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DD7DD55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4D52C5DE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7B7DB42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0A516BEE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A63443E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D3DBD9D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04A007A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470F81ED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70A64507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5B306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301C41A7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44BB1B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8F84E45" w14:textId="77777777" w:rsidR="00040DA0" w:rsidRPr="00404764" w:rsidRDefault="00040DA0" w:rsidP="007479E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Celkem v</w:t>
            </w:r>
            <w:r w:rsidR="00AF02D9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AF02D9" w:rsidRPr="00404764">
              <w:rPr>
                <w:b/>
                <w:noProof/>
                <w:szCs w:val="20"/>
              </w:rPr>
              <w:t xml:space="preserve"> bez DPH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5802" w:type="dxa"/>
            <w:gridSpan w:val="2"/>
            <w:shd w:val="clear" w:color="auto" w:fill="FFBFBF" w:themeFill="accent6" w:themeFillTint="33"/>
          </w:tcPr>
          <w:p w14:paraId="28DF797F" w14:textId="77777777" w:rsidR="007A440A" w:rsidRPr="00404764" w:rsidRDefault="007A440A" w:rsidP="006842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xxx"/>
                  </w:textInput>
                </w:ffData>
              </w:fldChar>
            </w:r>
            <w:bookmarkStart w:id="1" w:name="Text10"/>
            <w:r w:rsidRPr="00404764">
              <w:rPr>
                <w:b/>
                <w:noProof/>
                <w:szCs w:val="20"/>
              </w:rPr>
              <w:instrText xml:space="preserve"> FORMTEXT </w:instrText>
            </w:r>
            <w:r w:rsidRPr="00404764">
              <w:rPr>
                <w:b/>
                <w:noProof/>
                <w:szCs w:val="20"/>
              </w:rPr>
            </w:r>
            <w:r w:rsidRPr="00404764">
              <w:rPr>
                <w:b/>
                <w:noProof/>
                <w:szCs w:val="20"/>
              </w:rPr>
              <w:fldChar w:fldCharType="separate"/>
            </w:r>
            <w:r w:rsidRPr="00404764">
              <w:rPr>
                <w:b/>
                <w:noProof/>
                <w:szCs w:val="20"/>
              </w:rPr>
              <w:t>xxx</w:t>
            </w:r>
            <w:r w:rsidRPr="00404764">
              <w:rPr>
                <w:b/>
                <w:noProof/>
                <w:szCs w:val="20"/>
              </w:rPr>
              <w:fldChar w:fldCharType="end"/>
            </w:r>
            <w:bookmarkEnd w:id="1"/>
            <w:r w:rsidRPr="00404764">
              <w:rPr>
                <w:b/>
                <w:noProof/>
                <w:szCs w:val="20"/>
              </w:rPr>
              <w:t xml:space="preserve"> </w:t>
            </w:r>
            <w:r w:rsidRPr="00404764">
              <w:rPr>
                <w:noProof/>
                <w:vanish/>
                <w:szCs w:val="20"/>
              </w:rPr>
              <w:t>(vyplnit pouze v případě, kdy se jedná o společnost)</w:t>
            </w:r>
          </w:p>
        </w:tc>
      </w:tr>
    </w:tbl>
    <w:p w14:paraId="07CAB69B" w14:textId="77777777" w:rsidR="00040DA0" w:rsidRPr="00404764" w:rsidRDefault="00040DA0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558D7188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6CC09D7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Hodnocení objednatele:</w:t>
            </w:r>
          </w:p>
        </w:tc>
        <w:tc>
          <w:tcPr>
            <w:tcW w:w="4264" w:type="dxa"/>
          </w:tcPr>
          <w:p w14:paraId="5CA2330D" w14:textId="77777777" w:rsidR="007479E1" w:rsidRPr="00404764" w:rsidRDefault="00040DA0" w:rsidP="0047754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Správa železnic osvědčuje, že stavební práce uvedené v tomto osvědčení byly řádně poskytnuty a dokončeny.</w:t>
            </w:r>
          </w:p>
        </w:tc>
      </w:tr>
      <w:tr w:rsidR="007479E1" w:rsidRPr="00404764" w14:paraId="3225AE85" w14:textId="77777777" w:rsidTr="00D928D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E495941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Kontaktní osoba:</w:t>
            </w:r>
          </w:p>
        </w:tc>
        <w:tc>
          <w:tcPr>
            <w:tcW w:w="4264" w:type="dxa"/>
            <w:shd w:val="clear" w:color="auto" w:fill="auto"/>
          </w:tcPr>
          <w:p w14:paraId="09896ABE" w14:textId="05D6947F" w:rsidR="00D928D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[jméno, příjmení]</w:t>
            </w:r>
          </w:p>
          <w:p w14:paraId="332BF6C8" w14:textId="1BF10CEC" w:rsidR="0047754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[funkce, odborná správa]</w:t>
            </w:r>
          </w:p>
          <w:p w14:paraId="3306A4BC" w14:textId="3EE3DA63" w:rsidR="0047754B" w:rsidRPr="00404764" w:rsidRDefault="0047754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tel: </w:t>
            </w:r>
          </w:p>
          <w:p w14:paraId="4EF1ED33" w14:textId="2C6E55BD" w:rsidR="0047754B" w:rsidRPr="00404764" w:rsidRDefault="0047754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e-mail: </w:t>
            </w:r>
          </w:p>
        </w:tc>
      </w:tr>
    </w:tbl>
    <w:p w14:paraId="6AA4FADB" w14:textId="77777777" w:rsidR="007479E1" w:rsidRPr="00404764" w:rsidRDefault="007479E1" w:rsidP="00040DA0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040DA0" w:rsidRPr="00404764" w14:paraId="1BCFA976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389BE4" w14:textId="6776B659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Jméno a přijmení vystavitele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4C16F17" w14:textId="26807A48" w:rsidR="00040DA0" w:rsidRPr="00404764" w:rsidRDefault="00040DA0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67A7535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A4E11F" w14:textId="0812E081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Funkce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85D2027" w14:textId="0C3E33BB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7F870949" w14:textId="77777777" w:rsidTr="006A1B74">
        <w:trPr>
          <w:trHeight w:val="8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935A613" w14:textId="2E733886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Podpis vystavitele</w:t>
            </w:r>
            <w:r w:rsidR="006A1B74" w:rsidRPr="00404764">
              <w:rPr>
                <w:b/>
                <w:noProof/>
                <w:szCs w:val="20"/>
              </w:rPr>
              <w:t xml:space="preserve"> a datum vystavení osvědčení:</w:t>
            </w:r>
          </w:p>
        </w:tc>
        <w:tc>
          <w:tcPr>
            <w:tcW w:w="4264" w:type="dxa"/>
          </w:tcPr>
          <w:p w14:paraId="3A30DC7A" w14:textId="77777777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55BF7F3" w14:textId="44DBEC1B" w:rsidR="009F392E" w:rsidRDefault="009F392E" w:rsidP="00F0533E"/>
    <w:p w14:paraId="1F106ACD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</w:rPr>
      </w:pPr>
      <w:r w:rsidRPr="00404764">
        <w:rPr>
          <w:rFonts w:eastAsia="Times New Roman"/>
          <w:b/>
          <w:bCs/>
          <w:i/>
        </w:rPr>
        <w:t>Poznámka 1:</w:t>
      </w:r>
      <w:r w:rsidRPr="00404764">
        <w:rPr>
          <w:rFonts w:eastAsia="Times New Roman"/>
          <w:bCs/>
          <w:i/>
        </w:rPr>
        <w:t xml:space="preserve"> Osvědčení je za Správu železnic oprávněna potvrdit (podepsat) výhradně osoba, která za Správu železnic smlouvu, na základě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14:paraId="53DDFC55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  <w:color w:val="FF0000"/>
        </w:rPr>
      </w:pPr>
      <w:r w:rsidRPr="00404764">
        <w:rPr>
          <w:rFonts w:eastAsia="Times New Roman"/>
          <w:b/>
          <w:bCs/>
          <w:i/>
        </w:rPr>
        <w:t>Poznámka 2:</w:t>
      </w:r>
      <w:r w:rsidRPr="00404764">
        <w:rPr>
          <w:rFonts w:eastAsia="Times New Roman"/>
          <w:bCs/>
          <w:i/>
        </w:rPr>
        <w:t xml:space="preserve"> Osvědčení Správy železnic o řádném poskytnutí a dokončení stavebních prací je vyhotovováno výhradně v jednom znění platném pro všechny zhotovitele/společníky/poddodavatele. Tzn. Osvědčení se nevyhotovuje pro každého ze zhotovitelů/společníků/poddodavatelů zvlášť.</w:t>
      </w:r>
    </w:p>
    <w:p w14:paraId="06263C1F" w14:textId="77777777" w:rsidR="00D928DB" w:rsidRDefault="00D928DB" w:rsidP="00D928DB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404764">
        <w:rPr>
          <w:rFonts w:eastAsia="Times New Roman"/>
          <w:b/>
          <w:bCs/>
          <w:i/>
        </w:rPr>
        <w:t>Poznámka 3:</w:t>
      </w:r>
      <w:r w:rsidRPr="00404764">
        <w:rPr>
          <w:rFonts w:eastAsia="Times New Roman"/>
          <w:bCs/>
          <w:i/>
        </w:rPr>
        <w:t xml:space="preserve"> Všechny částky v Kč se uvedou v hodnotě bez DPH</w:t>
      </w:r>
      <w:r w:rsidRPr="00A24674">
        <w:rPr>
          <w:rFonts w:ascii="Verdana" w:eastAsia="Times New Roman" w:hAnsi="Verdana"/>
          <w:bCs/>
          <w:i/>
        </w:rPr>
        <w:t>.</w:t>
      </w:r>
    </w:p>
    <w:p w14:paraId="73F3F6FD" w14:textId="2073E436" w:rsidR="00731654" w:rsidRPr="00276C0B" w:rsidRDefault="00731654" w:rsidP="00A752FC">
      <w:pPr>
        <w:spacing w:after="60"/>
        <w:jc w:val="both"/>
        <w:outlineLvl w:val="3"/>
        <w:rPr>
          <w:bCs/>
          <w:i/>
        </w:rPr>
      </w:pPr>
      <w:r w:rsidRPr="009D5026">
        <w:rPr>
          <w:b/>
          <w:bCs/>
          <w:i/>
        </w:rPr>
        <w:t>Poznámka 4:</w:t>
      </w:r>
      <w:r>
        <w:rPr>
          <w:bCs/>
          <w:i/>
        </w:rPr>
        <w:t xml:space="preserve"> V případě, že se na realizaci uvedených prací podílelo vícero společníků, jednotlivé údaje se vyplní pro každého společníka zvlášť. V případě, že zhotovitel realizoval předmět zakázky samostatně</w:t>
      </w:r>
      <w:r w:rsidR="003F13AA">
        <w:rPr>
          <w:bCs/>
          <w:i/>
        </w:rPr>
        <w:t xml:space="preserve"> pole zůstane </w:t>
      </w:r>
      <w:r w:rsidR="00B94D18">
        <w:rPr>
          <w:bCs/>
          <w:i/>
        </w:rPr>
        <w:t>prázdné</w:t>
      </w:r>
      <w:r>
        <w:rPr>
          <w:bCs/>
          <w:i/>
        </w:rPr>
        <w:t xml:space="preserve">. </w:t>
      </w:r>
    </w:p>
    <w:p w14:paraId="43FD9582" w14:textId="77777777" w:rsidR="00D928DB" w:rsidRPr="00F0533E" w:rsidRDefault="00D928DB" w:rsidP="00B94D18"/>
    <w:sectPr w:rsidR="00D928DB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5ECD3D" w14:textId="77777777" w:rsidR="00300A53" w:rsidRDefault="00300A53" w:rsidP="00962258">
      <w:pPr>
        <w:spacing w:after="0" w:line="240" w:lineRule="auto"/>
      </w:pPr>
      <w:r>
        <w:separator/>
      </w:r>
    </w:p>
  </w:endnote>
  <w:endnote w:type="continuationSeparator" w:id="0">
    <w:p w14:paraId="552B15DF" w14:textId="77777777" w:rsidR="00300A53" w:rsidRDefault="00300A5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2BE1199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A9AB8E" w14:textId="2BF4A27A" w:rsidR="004C037A" w:rsidRPr="00B8518B" w:rsidRDefault="004C037A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B4160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B4160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274DB1" w14:textId="77777777" w:rsidR="004C037A" w:rsidRDefault="004C037A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3DC3061" w14:textId="77777777" w:rsidR="004C037A" w:rsidRDefault="004C037A" w:rsidP="00B8518B">
          <w:pPr>
            <w:pStyle w:val="Zpat"/>
          </w:pPr>
        </w:p>
      </w:tc>
      <w:tc>
        <w:tcPr>
          <w:tcW w:w="2921" w:type="dxa"/>
        </w:tcPr>
        <w:p w14:paraId="7138D21A" w14:textId="77777777" w:rsidR="004C037A" w:rsidRDefault="004C037A" w:rsidP="00D831A3">
          <w:pPr>
            <w:pStyle w:val="Zpat"/>
          </w:pPr>
        </w:p>
      </w:tc>
    </w:tr>
  </w:tbl>
  <w:p w14:paraId="75A0AB12" w14:textId="77777777" w:rsidR="004C037A" w:rsidRPr="00B8518B" w:rsidRDefault="004C037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B1DB66D" wp14:editId="6DEC5D8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31BB0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FCD97B5" wp14:editId="2D41B81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C1EA03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107C1C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8B0AACA" w14:textId="552EAABF" w:rsidR="004C037A" w:rsidRPr="00B8518B" w:rsidRDefault="004C037A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B416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B4160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94FCCC" w14:textId="77777777" w:rsidR="004C037A" w:rsidRDefault="004C037A" w:rsidP="00460660">
          <w:pPr>
            <w:pStyle w:val="Zpat"/>
          </w:pPr>
          <w:r>
            <w:t>Správa železnic, státní organizace</w:t>
          </w:r>
        </w:p>
        <w:p w14:paraId="6AB2E9DC" w14:textId="77777777" w:rsidR="004C037A" w:rsidRDefault="004C037A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C28F43" w14:textId="77777777" w:rsidR="004C037A" w:rsidRDefault="004C037A" w:rsidP="00460660">
          <w:pPr>
            <w:pStyle w:val="Zpat"/>
          </w:pPr>
          <w:r>
            <w:t>Sídlo: Dlážděná 1003/7, 110 00 Praha 1</w:t>
          </w:r>
        </w:p>
        <w:p w14:paraId="7EFEDE38" w14:textId="77777777" w:rsidR="004C037A" w:rsidRDefault="004C037A" w:rsidP="00460660">
          <w:pPr>
            <w:pStyle w:val="Zpat"/>
          </w:pPr>
          <w:r>
            <w:t>IČO: 709 94 234 DIČ: CZ 709 94 234</w:t>
          </w:r>
        </w:p>
        <w:p w14:paraId="12A0054E" w14:textId="77777777" w:rsidR="004C037A" w:rsidRDefault="004C037A" w:rsidP="00460660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FF837A9" w14:textId="77777777" w:rsidR="004C037A" w:rsidRDefault="004C037A" w:rsidP="00460660">
          <w:pPr>
            <w:pStyle w:val="Zpat"/>
          </w:pPr>
        </w:p>
      </w:tc>
    </w:tr>
  </w:tbl>
  <w:p w14:paraId="04574C09" w14:textId="77777777" w:rsidR="004C037A" w:rsidRPr="00B8518B" w:rsidRDefault="004C037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A8E1585" wp14:editId="57DC56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71E439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AF21547" wp14:editId="7427106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27DB18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40CAB5F" w14:textId="77777777" w:rsidR="004C037A" w:rsidRPr="00460660" w:rsidRDefault="004C037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055D09" w14:textId="77777777" w:rsidR="00300A53" w:rsidRDefault="00300A53" w:rsidP="00962258">
      <w:pPr>
        <w:spacing w:after="0" w:line="240" w:lineRule="auto"/>
      </w:pPr>
      <w:r>
        <w:separator/>
      </w:r>
    </w:p>
  </w:footnote>
  <w:footnote w:type="continuationSeparator" w:id="0">
    <w:p w14:paraId="364C0B22" w14:textId="77777777" w:rsidR="00300A53" w:rsidRDefault="00300A5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25D5593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4E3CDC6" w14:textId="77777777" w:rsidR="004C037A" w:rsidRPr="00B8518B" w:rsidRDefault="004C037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259F8DA" w14:textId="77777777" w:rsidR="004C037A" w:rsidRDefault="004C037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AC8774" w14:textId="77777777" w:rsidR="004C037A" w:rsidRPr="00D6163D" w:rsidRDefault="004C037A" w:rsidP="00D6163D">
          <w:pPr>
            <w:pStyle w:val="Druhdokumentu"/>
          </w:pPr>
        </w:p>
      </w:tc>
    </w:tr>
  </w:tbl>
  <w:p w14:paraId="04CB5D95" w14:textId="77777777" w:rsidR="004C037A" w:rsidRPr="00D6163D" w:rsidRDefault="004C037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635724F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141281E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ACF8F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D6FA8F" w14:textId="77777777" w:rsidR="004C037A" w:rsidRPr="00D6163D" w:rsidRDefault="004C037A" w:rsidP="00FC6389">
          <w:pPr>
            <w:pStyle w:val="Druhdokumentu"/>
          </w:pPr>
        </w:p>
      </w:tc>
    </w:tr>
    <w:tr w:rsidR="004C037A" w14:paraId="2FADFC9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13178CA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F3903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7EF3AC1" w14:textId="77777777" w:rsidR="004C037A" w:rsidRPr="00D6163D" w:rsidRDefault="004C037A" w:rsidP="00FC6389">
          <w:pPr>
            <w:pStyle w:val="Druhdokumentu"/>
          </w:pPr>
        </w:p>
      </w:tc>
    </w:tr>
  </w:tbl>
  <w:p w14:paraId="40C03526" w14:textId="77777777" w:rsidR="004C037A" w:rsidRPr="00D6163D" w:rsidRDefault="004C037A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D414E09" wp14:editId="5D5B81C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C3DC28" w14:textId="77777777" w:rsidR="004C037A" w:rsidRPr="00460660" w:rsidRDefault="004C037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268"/>
    <w:rsid w:val="00040DA0"/>
    <w:rsid w:val="00072C1E"/>
    <w:rsid w:val="00083680"/>
    <w:rsid w:val="000A1309"/>
    <w:rsid w:val="000E23A7"/>
    <w:rsid w:val="000F68A1"/>
    <w:rsid w:val="000F725B"/>
    <w:rsid w:val="0010693F"/>
    <w:rsid w:val="00114472"/>
    <w:rsid w:val="00126EA7"/>
    <w:rsid w:val="00153E75"/>
    <w:rsid w:val="001550BC"/>
    <w:rsid w:val="001605B9"/>
    <w:rsid w:val="00170EC5"/>
    <w:rsid w:val="001747C1"/>
    <w:rsid w:val="00184743"/>
    <w:rsid w:val="001D4402"/>
    <w:rsid w:val="00201F68"/>
    <w:rsid w:val="00207DF5"/>
    <w:rsid w:val="00280E07"/>
    <w:rsid w:val="00286008"/>
    <w:rsid w:val="002C31BF"/>
    <w:rsid w:val="002D0272"/>
    <w:rsid w:val="002D08B1"/>
    <w:rsid w:val="002D4A27"/>
    <w:rsid w:val="002E0CD7"/>
    <w:rsid w:val="002F5828"/>
    <w:rsid w:val="00300A53"/>
    <w:rsid w:val="00326018"/>
    <w:rsid w:val="00341DCF"/>
    <w:rsid w:val="00357BC6"/>
    <w:rsid w:val="00374EB1"/>
    <w:rsid w:val="003956C6"/>
    <w:rsid w:val="003F13AA"/>
    <w:rsid w:val="00404764"/>
    <w:rsid w:val="004265C0"/>
    <w:rsid w:val="00431832"/>
    <w:rsid w:val="00441430"/>
    <w:rsid w:val="00445914"/>
    <w:rsid w:val="00450F07"/>
    <w:rsid w:val="00453CD3"/>
    <w:rsid w:val="0045713F"/>
    <w:rsid w:val="00460660"/>
    <w:rsid w:val="0047754B"/>
    <w:rsid w:val="00486107"/>
    <w:rsid w:val="00486807"/>
    <w:rsid w:val="00491827"/>
    <w:rsid w:val="00497278"/>
    <w:rsid w:val="004B348C"/>
    <w:rsid w:val="004C037A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13958"/>
    <w:rsid w:val="00523EA7"/>
    <w:rsid w:val="0055056C"/>
    <w:rsid w:val="00553375"/>
    <w:rsid w:val="00557C28"/>
    <w:rsid w:val="005736B7"/>
    <w:rsid w:val="00575E5A"/>
    <w:rsid w:val="005B4160"/>
    <w:rsid w:val="005E0D8E"/>
    <w:rsid w:val="005F1404"/>
    <w:rsid w:val="0061068E"/>
    <w:rsid w:val="00660AD3"/>
    <w:rsid w:val="00676D0E"/>
    <w:rsid w:val="00677B7F"/>
    <w:rsid w:val="0068425D"/>
    <w:rsid w:val="006A1B74"/>
    <w:rsid w:val="006A308C"/>
    <w:rsid w:val="006A5570"/>
    <w:rsid w:val="006A689C"/>
    <w:rsid w:val="006B3D79"/>
    <w:rsid w:val="006D7AFE"/>
    <w:rsid w:val="006E0578"/>
    <w:rsid w:val="006E2AA4"/>
    <w:rsid w:val="006E314D"/>
    <w:rsid w:val="00710723"/>
    <w:rsid w:val="00723ED1"/>
    <w:rsid w:val="00731654"/>
    <w:rsid w:val="00735D4B"/>
    <w:rsid w:val="00743525"/>
    <w:rsid w:val="007479E1"/>
    <w:rsid w:val="0076286B"/>
    <w:rsid w:val="00766846"/>
    <w:rsid w:val="0077673A"/>
    <w:rsid w:val="007846E1"/>
    <w:rsid w:val="007A093D"/>
    <w:rsid w:val="007A440A"/>
    <w:rsid w:val="007B570C"/>
    <w:rsid w:val="007C589B"/>
    <w:rsid w:val="007D7EE3"/>
    <w:rsid w:val="007E4A6E"/>
    <w:rsid w:val="007E7B81"/>
    <w:rsid w:val="007F56A7"/>
    <w:rsid w:val="007F58B8"/>
    <w:rsid w:val="00807DD0"/>
    <w:rsid w:val="00835CCE"/>
    <w:rsid w:val="008659F3"/>
    <w:rsid w:val="00886D4B"/>
    <w:rsid w:val="00895406"/>
    <w:rsid w:val="008A3568"/>
    <w:rsid w:val="008A78C3"/>
    <w:rsid w:val="008D03B9"/>
    <w:rsid w:val="008E2634"/>
    <w:rsid w:val="008E3DB5"/>
    <w:rsid w:val="008F18D6"/>
    <w:rsid w:val="008F5CEA"/>
    <w:rsid w:val="00904780"/>
    <w:rsid w:val="00921E6B"/>
    <w:rsid w:val="00921EC3"/>
    <w:rsid w:val="00922385"/>
    <w:rsid w:val="009223DF"/>
    <w:rsid w:val="00923DE9"/>
    <w:rsid w:val="00936091"/>
    <w:rsid w:val="00940D8A"/>
    <w:rsid w:val="00962258"/>
    <w:rsid w:val="009678B7"/>
    <w:rsid w:val="0097493C"/>
    <w:rsid w:val="009833E1"/>
    <w:rsid w:val="00992D9C"/>
    <w:rsid w:val="00996CB8"/>
    <w:rsid w:val="009B14A9"/>
    <w:rsid w:val="009B2E97"/>
    <w:rsid w:val="009C2804"/>
    <w:rsid w:val="009E07F4"/>
    <w:rsid w:val="009F392E"/>
    <w:rsid w:val="00A21FCC"/>
    <w:rsid w:val="00A27C19"/>
    <w:rsid w:val="00A525D8"/>
    <w:rsid w:val="00A543C7"/>
    <w:rsid w:val="00A6177B"/>
    <w:rsid w:val="00A66136"/>
    <w:rsid w:val="00A752FC"/>
    <w:rsid w:val="00A758CB"/>
    <w:rsid w:val="00AA4CBB"/>
    <w:rsid w:val="00AA65FA"/>
    <w:rsid w:val="00AA7351"/>
    <w:rsid w:val="00AC4146"/>
    <w:rsid w:val="00AD056F"/>
    <w:rsid w:val="00AD6731"/>
    <w:rsid w:val="00AE7A9E"/>
    <w:rsid w:val="00AF02D9"/>
    <w:rsid w:val="00AF1ECD"/>
    <w:rsid w:val="00B131B5"/>
    <w:rsid w:val="00B15D0D"/>
    <w:rsid w:val="00B4758B"/>
    <w:rsid w:val="00B75EE1"/>
    <w:rsid w:val="00B77481"/>
    <w:rsid w:val="00B81949"/>
    <w:rsid w:val="00B8518B"/>
    <w:rsid w:val="00B94D18"/>
    <w:rsid w:val="00BD7E91"/>
    <w:rsid w:val="00BE7FD7"/>
    <w:rsid w:val="00C02D0A"/>
    <w:rsid w:val="00C03A6E"/>
    <w:rsid w:val="00C324AC"/>
    <w:rsid w:val="00C44F6A"/>
    <w:rsid w:val="00C47AE3"/>
    <w:rsid w:val="00C73268"/>
    <w:rsid w:val="00C770DD"/>
    <w:rsid w:val="00C92A97"/>
    <w:rsid w:val="00CD1FC4"/>
    <w:rsid w:val="00D21061"/>
    <w:rsid w:val="00D4108E"/>
    <w:rsid w:val="00D6163D"/>
    <w:rsid w:val="00D73D46"/>
    <w:rsid w:val="00D831A3"/>
    <w:rsid w:val="00D928DB"/>
    <w:rsid w:val="00DC75F3"/>
    <w:rsid w:val="00DD46F3"/>
    <w:rsid w:val="00DE56F2"/>
    <w:rsid w:val="00DF116D"/>
    <w:rsid w:val="00E36C4A"/>
    <w:rsid w:val="00E5695C"/>
    <w:rsid w:val="00E62F4E"/>
    <w:rsid w:val="00EB104F"/>
    <w:rsid w:val="00EC27A9"/>
    <w:rsid w:val="00ED14BD"/>
    <w:rsid w:val="00F0533E"/>
    <w:rsid w:val="00F06762"/>
    <w:rsid w:val="00F1048D"/>
    <w:rsid w:val="00F11C1A"/>
    <w:rsid w:val="00F12DEC"/>
    <w:rsid w:val="00F1715C"/>
    <w:rsid w:val="00F310F8"/>
    <w:rsid w:val="00F35939"/>
    <w:rsid w:val="00F447C7"/>
    <w:rsid w:val="00F45607"/>
    <w:rsid w:val="00F5558F"/>
    <w:rsid w:val="00F659EB"/>
    <w:rsid w:val="00F85001"/>
    <w:rsid w:val="00F86BA6"/>
    <w:rsid w:val="00FA1333"/>
    <w:rsid w:val="00FC6389"/>
    <w:rsid w:val="00FD3923"/>
    <w:rsid w:val="00FF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6C49CD9"/>
  <w14:defaultImageDpi w14:val="32767"/>
  <w15:docId w15:val="{D0A255F9-198A-47F9-BDF6-999EB2DF2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AC4146"/>
    <w:pPr>
      <w:spacing w:after="0" w:line="240" w:lineRule="auto"/>
    </w:pPr>
    <w:rPr>
      <w:sz w:val="20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styleId="Prosttabulka2">
    <w:name w:val="Plain Table 2"/>
    <w:basedOn w:val="Normlntabulka"/>
    <w:uiPriority w:val="42"/>
    <w:rsid w:val="007479E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Zstupntext">
    <w:name w:val="Placeholder Text"/>
    <w:basedOn w:val="Standardnpsmoodstavce"/>
    <w:uiPriority w:val="99"/>
    <w:semiHidden/>
    <w:rsid w:val="00153E75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1D44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D440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D440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44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4402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E7A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kupR\Document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7F6EAAF-35A2-462C-82CC-3043C7746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84</TotalTime>
  <Pages>4</Pages>
  <Words>956</Words>
  <Characters>5646</Characters>
  <Application>Microsoft Office Word</Application>
  <DocSecurity>0</DocSecurity>
  <Lines>47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Suchá Markéta</dc:creator>
  <cp:keywords/>
  <dc:description/>
  <cp:lastModifiedBy>Horová Veronika, Mgr.</cp:lastModifiedBy>
  <cp:revision>27</cp:revision>
  <cp:lastPrinted>2022-03-23T11:11:00Z</cp:lastPrinted>
  <dcterms:created xsi:type="dcterms:W3CDTF">2023-04-17T12:23:00Z</dcterms:created>
  <dcterms:modified xsi:type="dcterms:W3CDTF">2023-05-31T07:28:00Z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